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40" w:rsidRDefault="007B5D25" w:rsidP="00E54840">
      <w:pPr>
        <w:pStyle w:val="Oben"/>
      </w:pPr>
      <w:r>
        <w:t xml:space="preserve">Teilnahmebedingungen </w:t>
      </w:r>
      <w:r w:rsidR="00E54840">
        <w:t>für die Vergabe von Bauleistungen</w:t>
      </w:r>
    </w:p>
    <w:p w:rsidR="00E54840" w:rsidRDefault="00E54840" w:rsidP="00A60B22">
      <w:pPr>
        <w:pStyle w:val="Oben"/>
      </w:pPr>
      <w:r>
        <w:t xml:space="preserve">Einheitliche Fassung </w:t>
      </w:r>
    </w:p>
    <w:p w:rsidR="00627E41" w:rsidRPr="00F405AF" w:rsidRDefault="00627E41" w:rsidP="00627E41">
      <w:pPr>
        <w:rPr>
          <w:sz w:val="16"/>
          <w:szCs w:val="16"/>
        </w:rPr>
      </w:pPr>
    </w:p>
    <w:p w:rsidR="00E54840" w:rsidRPr="00A60B22" w:rsidRDefault="00E54840" w:rsidP="00A60B22">
      <w:pPr>
        <w:rPr>
          <w:sz w:val="16"/>
          <w:szCs w:val="16"/>
        </w:rPr>
      </w:pPr>
      <w:r w:rsidRPr="00A60B22">
        <w:rPr>
          <w:sz w:val="16"/>
          <w:szCs w:val="16"/>
        </w:rPr>
        <w:t>Das Vergabeverfahren erfolgt nach der "Vergabe- und Vertragso</w:t>
      </w:r>
      <w:r w:rsidR="00E8034A">
        <w:rPr>
          <w:sz w:val="16"/>
          <w:szCs w:val="16"/>
        </w:rPr>
        <w:t>rdnung für Bauleistungen", Teil </w:t>
      </w:r>
      <w:r w:rsidRPr="00A60B22">
        <w:rPr>
          <w:sz w:val="16"/>
          <w:szCs w:val="16"/>
        </w:rPr>
        <w:t>A "Allgemeine Bestimmungen für die Ver</w:t>
      </w:r>
      <w:r w:rsidR="00E8034A">
        <w:rPr>
          <w:sz w:val="16"/>
          <w:szCs w:val="16"/>
        </w:rPr>
        <w:t>gabe von Bauleistungen" (VOB/A, Abschnitt </w:t>
      </w:r>
      <w:r w:rsidRPr="00A60B22">
        <w:rPr>
          <w:sz w:val="16"/>
          <w:szCs w:val="16"/>
        </w:rPr>
        <w:t>1).</w:t>
      </w:r>
    </w:p>
    <w:p w:rsidR="00E54840" w:rsidRDefault="00E54840" w:rsidP="00F405AF">
      <w:pPr>
        <w:pStyle w:val="berschrift1"/>
        <w:spacing w:before="120"/>
      </w:pPr>
      <w:r>
        <w:t>Mitteilung von Unklarheiten in den Vergabeunterlagen</w:t>
      </w:r>
    </w:p>
    <w:p w:rsidR="00E54840" w:rsidRDefault="00E54840" w:rsidP="00EB4E04">
      <w:pPr>
        <w:pStyle w:val="Text"/>
      </w:pPr>
      <w:r>
        <w:t xml:space="preserve">Enthalten die Vergabeunterlagen nach Auffassung des </w:t>
      </w:r>
      <w:r w:rsidR="007B5D25">
        <w:t xml:space="preserve">Unternehmens </w:t>
      </w:r>
      <w:r>
        <w:t>Unklarheiten</w:t>
      </w:r>
      <w:r w:rsidR="00AB6013">
        <w:t>, Unvollständigke</w:t>
      </w:r>
      <w:r w:rsidR="00AB6013">
        <w:t>i</w:t>
      </w:r>
      <w:r w:rsidR="00AB6013">
        <w:t>ten</w:t>
      </w:r>
      <w:r w:rsidR="00C20C1F">
        <w:t xml:space="preserve"> oder </w:t>
      </w:r>
      <w:r w:rsidR="00E20A87">
        <w:t>Fehler</w:t>
      </w:r>
      <w:r>
        <w:t>, so hat e</w:t>
      </w:r>
      <w:r w:rsidR="00766E10">
        <w:t>s</w:t>
      </w:r>
      <w:r>
        <w:t xml:space="preserve"> unverzüglich d</w:t>
      </w:r>
      <w:r w:rsidR="009E7E98">
        <w:t>i</w:t>
      </w:r>
      <w:r>
        <w:t>e</w:t>
      </w:r>
      <w:r w:rsidR="009E7E98">
        <w:t xml:space="preserve"> Vergabestelle</w:t>
      </w:r>
      <w:r>
        <w:t xml:space="preserve"> vor Angebotsabgabe in Textform darauf hi</w:t>
      </w:r>
      <w:r>
        <w:t>n</w:t>
      </w:r>
      <w:r>
        <w:t>zuweisen.</w:t>
      </w:r>
    </w:p>
    <w:p w:rsidR="00E54840" w:rsidRDefault="00E54840" w:rsidP="00F405AF">
      <w:pPr>
        <w:pStyle w:val="berschrift1"/>
        <w:spacing w:before="120"/>
      </w:pPr>
      <w:r>
        <w:t>Un</w:t>
      </w:r>
      <w:r w:rsidRPr="00EB4E04">
        <w:t>z</w:t>
      </w:r>
      <w:r>
        <w:t>ulässige Wettbewerbsbeschränkungen</w:t>
      </w:r>
    </w:p>
    <w:p w:rsidR="00E54840" w:rsidRDefault="00E54840" w:rsidP="00EB4E04">
      <w:pPr>
        <w:pStyle w:val="Text"/>
      </w:pPr>
      <w:r>
        <w:t>Angebot</w:t>
      </w:r>
      <w:r w:rsidRPr="00EB4E04">
        <w:t>e</w:t>
      </w:r>
      <w:r>
        <w:t xml:space="preserve"> von Bietern, die sich im Zusammenhang mit diesem Vergabeverfahren an einer un</w:t>
      </w:r>
      <w:r w:rsidR="00E3757B">
        <w:softHyphen/>
      </w:r>
      <w:r>
        <w:t>zulässigen Wettbewerbsbeschränkung beteiligen, werden ausgeschlossen.</w:t>
      </w:r>
    </w:p>
    <w:p w:rsidR="00E54840" w:rsidRDefault="009E7E98" w:rsidP="00EB4E04">
      <w:pPr>
        <w:pStyle w:val="Text"/>
      </w:pPr>
      <w:r>
        <w:t>Zur Bekämpfung von Wettbewerbsbeschränkungen hat d</w:t>
      </w:r>
      <w:r w:rsidR="00E54840">
        <w:t xml:space="preserve">er Bieter auf Verlangen Auskünfte darüber zu geben, ob und auf welche Art </w:t>
      </w:r>
      <w:r w:rsidR="007B5D25">
        <w:t>er</w:t>
      </w:r>
      <w:r w:rsidR="00E54840">
        <w:t xml:space="preserve"> wirtschaftlich und rechtlich mit Unternehmen verbunden ist. </w:t>
      </w:r>
    </w:p>
    <w:p w:rsidR="00E54840" w:rsidRDefault="00E54840" w:rsidP="00F405AF">
      <w:pPr>
        <w:pStyle w:val="berschrift1"/>
        <w:spacing w:before="120"/>
      </w:pPr>
      <w:r>
        <w:t>Angebot</w:t>
      </w:r>
    </w:p>
    <w:p w:rsidR="00E54840" w:rsidRDefault="00E54840" w:rsidP="00EB4E04">
      <w:pPr>
        <w:pStyle w:val="berschrift2"/>
      </w:pPr>
      <w:r>
        <w:t>D</w:t>
      </w:r>
      <w:r w:rsidRPr="00EB4E04">
        <w:t>a</w:t>
      </w:r>
      <w:r>
        <w:t xml:space="preserve">s Angebot ist in deutscher Sprache abzufassen. </w:t>
      </w:r>
    </w:p>
    <w:p w:rsidR="00E54840" w:rsidRDefault="00E54840" w:rsidP="00331982">
      <w:pPr>
        <w:pStyle w:val="berschrift2"/>
      </w:pPr>
      <w:r>
        <w:t xml:space="preserve">Für das Angebot sind </w:t>
      </w:r>
      <w:r w:rsidRPr="00241BC4">
        <w:t>die vo</w:t>
      </w:r>
      <w:r w:rsidR="00EC76B1" w:rsidRPr="00241BC4">
        <w:t>n der Vergabestelle</w:t>
      </w:r>
      <w:r w:rsidRPr="00241BC4">
        <w:t xml:space="preserve"> </w:t>
      </w:r>
      <w:r w:rsidR="00793065" w:rsidRPr="00702155">
        <w:t xml:space="preserve">vorgegebenen </w:t>
      </w:r>
      <w:r w:rsidRPr="00702155">
        <w:t>Vordrucke</w:t>
      </w:r>
      <w:r>
        <w:t xml:space="preserve"> zu verwenden</w:t>
      </w:r>
      <w:r w:rsidR="007B5D25">
        <w:t>.</w:t>
      </w:r>
      <w:r w:rsidR="007B5D25" w:rsidRPr="007B5D25">
        <w:rPr>
          <w:rFonts w:cs="Times New Roman"/>
          <w:bCs w:val="0"/>
          <w:iCs w:val="0"/>
          <w:sz w:val="16"/>
          <w:szCs w:val="16"/>
        </w:rPr>
        <w:t xml:space="preserve"> </w:t>
      </w:r>
      <w:r w:rsidR="007B5D25" w:rsidRPr="007B5D25">
        <w:t>Das A</w:t>
      </w:r>
      <w:r w:rsidR="007B5D25" w:rsidRPr="007B5D25">
        <w:t>n</w:t>
      </w:r>
      <w:r w:rsidR="007B5D25" w:rsidRPr="007B5D25">
        <w:t>gebot ist bis zu dem von der Vergabestelle angegebenen Ablauf der Angebotsfrist einzureichen. Ein nicht form- oder fristgerecht eingereichtes Angebot wird ausgeschlossen</w:t>
      </w:r>
      <w:r w:rsidR="00766E10">
        <w:t>.</w:t>
      </w:r>
    </w:p>
    <w:p w:rsidR="00E92281" w:rsidRDefault="00E54840" w:rsidP="008E1128">
      <w:pPr>
        <w:pStyle w:val="berschrift2"/>
      </w:pPr>
      <w:r>
        <w:t xml:space="preserve">Eine </w:t>
      </w:r>
      <w:r w:rsidRPr="00E92281">
        <w:t>selbstgefertigte</w:t>
      </w:r>
      <w:r>
        <w:t xml:space="preserve"> Abschrift oder Kurzfassung des Leistungsverzeichnisses </w:t>
      </w:r>
      <w:r w:rsidR="00277B74">
        <w:t>ist zulässig</w:t>
      </w:r>
      <w:r>
        <w:t xml:space="preserve">. </w:t>
      </w:r>
    </w:p>
    <w:p w:rsidR="00E54840" w:rsidRDefault="00E92281" w:rsidP="008E1128">
      <w:pPr>
        <w:pStyle w:val="Text"/>
      </w:pPr>
      <w:r>
        <w:t xml:space="preserve">Die </w:t>
      </w:r>
      <w:r w:rsidR="00E54840">
        <w:t>vo</w:t>
      </w:r>
      <w:r w:rsidR="00686EC0">
        <w:t xml:space="preserve">n der Vergabestelle vorgegebene </w:t>
      </w:r>
      <w:r>
        <w:t xml:space="preserve">Langfassung des </w:t>
      </w:r>
      <w:r w:rsidR="00E54840">
        <w:t>Leistungsverzeichnis</w:t>
      </w:r>
      <w:r>
        <w:t>ses</w:t>
      </w:r>
      <w:r w:rsidR="00E54840">
        <w:t xml:space="preserve"> ist allein verbin</w:t>
      </w:r>
      <w:r w:rsidR="00E54840">
        <w:t>d</w:t>
      </w:r>
      <w:r w:rsidR="00E54840">
        <w:t>lich.</w:t>
      </w:r>
    </w:p>
    <w:p w:rsidR="002B1425" w:rsidRPr="002B1425" w:rsidRDefault="002B1425" w:rsidP="009F7DFF">
      <w:pPr>
        <w:pStyle w:val="berschrift2"/>
      </w:pPr>
      <w:r w:rsidRPr="002B1425">
        <w:t>Unterlagen, die von der Vergabestelle nach Angebotsabgabe verlangt werden, sind</w:t>
      </w:r>
      <w:r w:rsidRPr="002B1425" w:rsidDel="007D190D">
        <w:t xml:space="preserve"> </w:t>
      </w:r>
      <w:r w:rsidRPr="002B1425">
        <w:t xml:space="preserve">zu dem von der Vergabestelle bestimmten Zeitpunkt einzureichen. </w:t>
      </w:r>
    </w:p>
    <w:p w:rsidR="00E54840" w:rsidRPr="009F7DFF" w:rsidRDefault="00E54840" w:rsidP="00627E41">
      <w:pPr>
        <w:pStyle w:val="berschrift2"/>
      </w:pPr>
      <w:r w:rsidRPr="009F7DFF">
        <w:t>Alle Eintragungen müssen dokumentenecht sein.</w:t>
      </w:r>
    </w:p>
    <w:p w:rsidR="00E54840" w:rsidRDefault="00E54840" w:rsidP="00EB4E04">
      <w:pPr>
        <w:pStyle w:val="berschrift2"/>
      </w:pPr>
      <w:r>
        <w:t>Ein Bieter, der in seinem Angebot die von ihm tatsächlich für einzelne Leistungspositionen geforde</w:t>
      </w:r>
      <w:r>
        <w:t>r</w:t>
      </w:r>
      <w:r>
        <w:t>ten Einheitspreise auf verschiedene Einheitspreise anderer Leistungspositionen verteilt, benennt nicht die von ihm geforderten Preise. Deshalb werden Angebote, bei denen der Bieter die Einheitspreise einze</w:t>
      </w:r>
      <w:r>
        <w:t>l</w:t>
      </w:r>
      <w:r>
        <w:t>ner Leistungspositionen</w:t>
      </w:r>
      <w:r w:rsidR="00E3757B">
        <w:t xml:space="preserve"> in „Mischkalkulationen“ auf an</w:t>
      </w:r>
      <w:r>
        <w:t>dere Leistungspositionen umlegt, von der We</w:t>
      </w:r>
      <w:r>
        <w:t>r</w:t>
      </w:r>
      <w:r>
        <w:t>tung ausgeschlossen.</w:t>
      </w:r>
    </w:p>
    <w:p w:rsidR="00E54840" w:rsidRDefault="00E54840" w:rsidP="00EB4E04">
      <w:pPr>
        <w:pStyle w:val="berschrift2"/>
      </w:pPr>
      <w:r>
        <w:t>Alle Preise sind in Euro mit höchstens drei Nachkommastellen anzugeben.</w:t>
      </w:r>
    </w:p>
    <w:p w:rsidR="00E54840" w:rsidRDefault="00E54840" w:rsidP="00EB4E04">
      <w:pPr>
        <w:pStyle w:val="Text"/>
      </w:pPr>
      <w:r>
        <w:t>Die Preise (Einheitspreise, Pauschalpreise, Verrechnungssätze usw.) sind ohne Umsatzsteuer an</w:t>
      </w:r>
      <w:r w:rsidR="00E3757B">
        <w:softHyphen/>
      </w:r>
      <w:r>
        <w:t xml:space="preserve">zugeben. Der Umsatzsteuerbetrag ist unter Zugrundelegung des geltenden Steuersatzes am Schluss des Angebotes hinzuzufügen. </w:t>
      </w:r>
    </w:p>
    <w:p w:rsidR="00E54840" w:rsidRDefault="00E54840" w:rsidP="00217914">
      <w:pPr>
        <w:pStyle w:val="Text"/>
        <w:spacing w:after="40"/>
      </w:pPr>
      <w:r>
        <w:t xml:space="preserve">Es werden nur Preisnachlässe gewertet, die </w:t>
      </w:r>
    </w:p>
    <w:p w:rsidR="00E54840" w:rsidRDefault="00EB4E04" w:rsidP="006F549E">
      <w:pPr>
        <w:pStyle w:val="FormatvorlageAnstrichNach0Pt"/>
      </w:pPr>
      <w:r>
        <w:t>-</w:t>
      </w:r>
      <w:r>
        <w:tab/>
      </w:r>
      <w:r w:rsidR="00E54840">
        <w:t>ohne Bedingungen als Vomhundertsatz auf die Abrechnungssumme gewährt werden</w:t>
      </w:r>
    </w:p>
    <w:p w:rsidR="00E54840" w:rsidRDefault="00E54840" w:rsidP="006F549E">
      <w:pPr>
        <w:pStyle w:val="FormatvorlageTextLinks18cmNach0Pt"/>
      </w:pPr>
      <w:r>
        <w:t>und</w:t>
      </w:r>
    </w:p>
    <w:p w:rsidR="00E54840" w:rsidRDefault="00EB4E04" w:rsidP="006F549E">
      <w:pPr>
        <w:pStyle w:val="FormatvorlageAnstrichNach0Pt"/>
      </w:pPr>
      <w:r>
        <w:t>-</w:t>
      </w:r>
      <w:r>
        <w:tab/>
      </w:r>
      <w:r w:rsidR="00E54840">
        <w:t>an der im Angebotsschreiben bezeichneten Stelle aufgeführt sind.</w:t>
      </w:r>
    </w:p>
    <w:p w:rsidR="00E54840" w:rsidRDefault="00E54840" w:rsidP="00EB4E04">
      <w:pPr>
        <w:pStyle w:val="Text"/>
      </w:pPr>
      <w:r>
        <w:t>Nicht zu wertende Preisnachlässe bleiben Inhalt des Angebotes und werden im Fall der Auftrags</w:t>
      </w:r>
      <w:r w:rsidR="00E3757B">
        <w:softHyphen/>
      </w:r>
      <w:r>
        <w:t xml:space="preserve">erteilung Vertragsinhalt. </w:t>
      </w:r>
    </w:p>
    <w:p w:rsidR="00E54840" w:rsidRDefault="00E54840" w:rsidP="00F405AF">
      <w:pPr>
        <w:pStyle w:val="berschrift1"/>
        <w:spacing w:before="120"/>
      </w:pPr>
      <w:r>
        <w:t>Nebenangebote</w:t>
      </w:r>
    </w:p>
    <w:p w:rsidR="00E54840" w:rsidRDefault="00992A2C" w:rsidP="00EB4E04">
      <w:pPr>
        <w:pStyle w:val="berschrift2"/>
      </w:pPr>
      <w:r>
        <w:t xml:space="preserve">Soweit </w:t>
      </w:r>
      <w:r w:rsidR="00E54840">
        <w:t>an N</w:t>
      </w:r>
      <w:r w:rsidR="004A4A77">
        <w:t>ebenangebote Mindestanforderungen</w:t>
      </w:r>
      <w:r w:rsidR="00E54840">
        <w:t xml:space="preserve"> gestellt</w:t>
      </w:r>
      <w:r>
        <w:t xml:space="preserve"> sind</w:t>
      </w:r>
      <w:r w:rsidR="00E54840">
        <w:t xml:space="preserve">, müssen diese erfüllt werden; </w:t>
      </w:r>
      <w:r>
        <w:t xml:space="preserve">im </w:t>
      </w:r>
      <w:r w:rsidR="00EF568C">
        <w:t>Ü</w:t>
      </w:r>
      <w:r>
        <w:t>br</w:t>
      </w:r>
      <w:r>
        <w:t>i</w:t>
      </w:r>
      <w:r>
        <w:t xml:space="preserve">gen </w:t>
      </w:r>
      <w:r w:rsidR="00E54840">
        <w:t>müssen sie im Vergleich zur Leistungsbeschreibung qualitativ und quantitativ gleichwertig sein. Die Erfüllung der Mindestanforderungen bzw. die Gleichwertigkeit ist mit Angebotsabgabe nachzuweisen.</w:t>
      </w:r>
    </w:p>
    <w:p w:rsidR="00E54840" w:rsidRDefault="00E54840" w:rsidP="00EB4E04">
      <w:pPr>
        <w:pStyle w:val="berschrift2"/>
      </w:pPr>
      <w:r>
        <w:t>Der Bieter hat die in Nebenangeboten enthaltenen Leistungen eindeutig und erschöpfend zu be</w:t>
      </w:r>
      <w:r w:rsidR="00E3757B">
        <w:softHyphen/>
      </w:r>
      <w:r>
        <w:t>schreiben; die Gliederung des Leistungsverzeichnisses ist, soweit möglich, beizubehalten.</w:t>
      </w:r>
    </w:p>
    <w:p w:rsidR="00E54840" w:rsidRDefault="00E54840" w:rsidP="00EB4E04">
      <w:pPr>
        <w:pStyle w:val="Text"/>
      </w:pPr>
      <w:r>
        <w:t>Nebenangebote müssen alle Leistungen umfassen, die zu einer einwandfreien Ausführung der Baulei</w:t>
      </w:r>
      <w:r>
        <w:t>s</w:t>
      </w:r>
      <w:r>
        <w:t>tung erforderlich sind.</w:t>
      </w:r>
    </w:p>
    <w:p w:rsidR="00E54840" w:rsidRDefault="00E54840" w:rsidP="00EB4E04">
      <w:pPr>
        <w:pStyle w:val="Text"/>
      </w:pPr>
      <w:r>
        <w:t>Soweit der Bieter eine Leistung anbietet, deren Ausführung nicht in Allgemeinen Technischen Ve</w:t>
      </w:r>
      <w:r>
        <w:t>r</w:t>
      </w:r>
      <w:r>
        <w:t>tragsbedingungen oder in d</w:t>
      </w:r>
      <w:r w:rsidRPr="001F4999">
        <w:t>en Ver</w:t>
      </w:r>
      <w:r w:rsidR="001F4999" w:rsidRPr="001F4999">
        <w:t>gabe</w:t>
      </w:r>
      <w:r w:rsidRPr="001F4999">
        <w:t>unterlagen ger</w:t>
      </w:r>
      <w:r>
        <w:t>egelt ist, hat er im Angebot entsprechende Ang</w:t>
      </w:r>
      <w:r>
        <w:t>a</w:t>
      </w:r>
      <w:r>
        <w:t>ben über Ausführung und Beschaffenheit dieser Leistung zu machen.</w:t>
      </w:r>
    </w:p>
    <w:p w:rsidR="00E54840" w:rsidRDefault="00E54840" w:rsidP="00EB4E04">
      <w:pPr>
        <w:pStyle w:val="berschrift2"/>
      </w:pPr>
      <w:r>
        <w:t>Nebenangebote sind, soweit sie Teilleistungen (Positionen) des Leistungsverzeichnisses beeinflu</w:t>
      </w:r>
      <w:r>
        <w:t>s</w:t>
      </w:r>
      <w:r>
        <w:t>sen (ändern, ersetzen, entfallen lassen, zusätzlich erfordern), nach Mengenansätzen und Einzelpreisen aufzugliedern (auch bei Vergütung durch Pauschalsumme).</w:t>
      </w:r>
    </w:p>
    <w:p w:rsidR="00E54840" w:rsidRDefault="00E54840" w:rsidP="00EB4E04">
      <w:pPr>
        <w:pStyle w:val="berschrift2"/>
      </w:pPr>
      <w:r>
        <w:lastRenderedPageBreak/>
        <w:t xml:space="preserve">Nebenangebote, die den </w:t>
      </w:r>
      <w:r w:rsidR="00E8034A">
        <w:t>Nummern </w:t>
      </w:r>
      <w:r w:rsidR="006C26BD">
        <w:t>4</w:t>
      </w:r>
      <w:r w:rsidR="00E8034A">
        <w:t>.1 bis </w:t>
      </w:r>
      <w:r w:rsidR="006C26BD">
        <w:t>4</w:t>
      </w:r>
      <w:r w:rsidRPr="006927DF">
        <w:t>.</w:t>
      </w:r>
      <w:r w:rsidR="006927DF">
        <w:t>3</w:t>
      </w:r>
      <w:r w:rsidRPr="006927DF">
        <w:t xml:space="preserve"> nicht en</w:t>
      </w:r>
      <w:r>
        <w:t>tsprechen, werden von der Wertung ausg</w:t>
      </w:r>
      <w:r>
        <w:t>e</w:t>
      </w:r>
      <w:r>
        <w:t>schlossen.</w:t>
      </w:r>
    </w:p>
    <w:p w:rsidR="00E54840" w:rsidRDefault="00E54840" w:rsidP="00F405AF">
      <w:pPr>
        <w:pStyle w:val="berschrift1"/>
        <w:spacing w:before="120"/>
      </w:pPr>
      <w:r>
        <w:t>Biete</w:t>
      </w:r>
      <w:r w:rsidRPr="00EB4E04">
        <w:t>r</w:t>
      </w:r>
      <w:r>
        <w:t>gemeinschaften</w:t>
      </w:r>
    </w:p>
    <w:p w:rsidR="00E54840" w:rsidRDefault="00E54840" w:rsidP="00F405AF">
      <w:pPr>
        <w:pStyle w:val="berschrift2"/>
        <w:spacing w:after="80"/>
      </w:pPr>
      <w:r>
        <w:t xml:space="preserve">Die Bietergemeinschaft hat mit ihrem Angebot eine </w:t>
      </w:r>
      <w:r w:rsidR="007B5D25">
        <w:t xml:space="preserve">Erklärung </w:t>
      </w:r>
      <w:r>
        <w:t>alle</w:t>
      </w:r>
      <w:r w:rsidR="007B5D25">
        <w:t>r</w:t>
      </w:r>
      <w:r>
        <w:t xml:space="preserve"> Mitglieder </w:t>
      </w:r>
      <w:r w:rsidR="00766E10">
        <w:t xml:space="preserve">in Textform </w:t>
      </w:r>
      <w:r>
        <w:t>abzug</w:t>
      </w:r>
      <w:r>
        <w:t>e</w:t>
      </w:r>
      <w:r>
        <w:t>ben,</w:t>
      </w:r>
    </w:p>
    <w:p w:rsidR="00E54840" w:rsidRPr="00BC1AAC" w:rsidRDefault="00EB4E04" w:rsidP="00F405AF">
      <w:pPr>
        <w:pStyle w:val="Anstrich"/>
      </w:pPr>
      <w:r w:rsidRPr="00BC1AAC">
        <w:t>-</w:t>
      </w:r>
      <w:r w:rsidRPr="00BC1AAC">
        <w:tab/>
      </w:r>
      <w:r w:rsidR="00E54840" w:rsidRPr="00BC1AAC">
        <w:t>in der die Bildung einer Arbeitsgemeinschaft im Auftragsfall erklärt ist,</w:t>
      </w:r>
    </w:p>
    <w:p w:rsidR="00E54840" w:rsidRPr="00BC1AAC" w:rsidRDefault="00EB4E04" w:rsidP="00EB4E04">
      <w:pPr>
        <w:pStyle w:val="Anstrich"/>
      </w:pPr>
      <w:r w:rsidRPr="00BC1AAC">
        <w:t>-</w:t>
      </w:r>
      <w:r w:rsidRPr="00BC1AAC">
        <w:tab/>
      </w:r>
      <w:r w:rsidR="00E54840" w:rsidRPr="00BC1AAC">
        <w:t>in der alle Mitglieder aufgeführt sind und der für die Durchführung des Vertrags bevollmächtigte Vertreter bezeichnet ist,</w:t>
      </w:r>
    </w:p>
    <w:p w:rsidR="00E54840" w:rsidRPr="00BC1AAC" w:rsidRDefault="00EB4E04" w:rsidP="00EB4E04">
      <w:pPr>
        <w:pStyle w:val="Anstrich"/>
      </w:pPr>
      <w:r w:rsidRPr="00BC1AAC">
        <w:t>-</w:t>
      </w:r>
      <w:r w:rsidRPr="00BC1AAC">
        <w:tab/>
      </w:r>
      <w:r w:rsidR="00E54840" w:rsidRPr="00BC1AAC">
        <w:t>dass der bevollmächtigte Vertreter die Mitglieder gegenüber dem Auftraggeber rechtsverbindlich vertritt,</w:t>
      </w:r>
    </w:p>
    <w:p w:rsidR="007B5D25" w:rsidRDefault="00EB4E04" w:rsidP="00EB4E04">
      <w:pPr>
        <w:pStyle w:val="Anstrich"/>
      </w:pPr>
      <w:r w:rsidRPr="00BC1AAC">
        <w:t>-</w:t>
      </w:r>
      <w:r w:rsidRPr="00BC1AAC">
        <w:tab/>
      </w:r>
      <w:r w:rsidR="00E54840" w:rsidRPr="00BC1AAC">
        <w:t>dass alle Mitglieder als Gesamtschuldner haften.</w:t>
      </w:r>
      <w:r w:rsidR="007B5D25" w:rsidRPr="007B5D25">
        <w:t xml:space="preserve"> </w:t>
      </w:r>
    </w:p>
    <w:p w:rsidR="00E54840" w:rsidRDefault="007B5D25" w:rsidP="008E1128">
      <w:pPr>
        <w:pStyle w:val="Text"/>
      </w:pPr>
      <w:r>
        <w:t>Auf Verlangen der Vergabestelle ist eine von allen Mitgliedern unterzeichnete bzw. fortgeschritten oder qualifiziert signierte</w:t>
      </w:r>
      <w:r w:rsidR="00537ECC">
        <w:t>/mit Siegel versehene</w:t>
      </w:r>
      <w:r>
        <w:t xml:space="preserve"> Erklärung abzugeben</w:t>
      </w:r>
    </w:p>
    <w:p w:rsidR="00E54840" w:rsidRDefault="00E54840" w:rsidP="00F405AF">
      <w:pPr>
        <w:pStyle w:val="berschrift2"/>
      </w:pPr>
      <w:r>
        <w:t>Sofern nicht öffentlich ausgeschrieben wird, werden Angebote von Bietergemeinschaften, die sich erst nach der Aufforderung zur Angebotsabgabe aus aufgeforderten Unternehmen gebildet haben, nicht z</w:t>
      </w:r>
      <w:r>
        <w:t>u</w:t>
      </w:r>
      <w:r>
        <w:t>gelassen.</w:t>
      </w:r>
    </w:p>
    <w:p w:rsidR="00E54840" w:rsidRDefault="00E54840" w:rsidP="00F405AF">
      <w:pPr>
        <w:pStyle w:val="berschrift1"/>
        <w:spacing w:before="120"/>
      </w:pPr>
      <w:r>
        <w:t>Nachunternehme</w:t>
      </w:r>
      <w:r w:rsidR="008E71F0">
        <w:t>n</w:t>
      </w:r>
    </w:p>
    <w:p w:rsidR="00E3757B" w:rsidRDefault="00E54840" w:rsidP="00EB4E04">
      <w:pPr>
        <w:pStyle w:val="Text"/>
      </w:pPr>
      <w:r>
        <w:t>Beabsichtigt der Bieter Teile der Leistung von Nachunternehmen ausführen zu lassen, muss er in se</w:t>
      </w:r>
      <w:r>
        <w:t>i</w:t>
      </w:r>
      <w:r>
        <w:t>nem Angebot Art und Umfang der durch Nachunternehme</w:t>
      </w:r>
      <w:r w:rsidR="008E71F0">
        <w:t>n</w:t>
      </w:r>
      <w:r>
        <w:t xml:space="preserve"> auszuführenden Leistungen angeben und auf Verlangen die vorgesehenen Nachunternehme</w:t>
      </w:r>
      <w:r w:rsidR="008E71F0">
        <w:t>n</w:t>
      </w:r>
      <w:r>
        <w:t xml:space="preserve"> benennen</w:t>
      </w:r>
      <w:r w:rsidR="00E3757B">
        <w:t>.</w:t>
      </w:r>
    </w:p>
    <w:p w:rsidR="002D0786" w:rsidRDefault="002D0786" w:rsidP="00480426">
      <w:pPr>
        <w:pStyle w:val="berschrift1"/>
        <w:spacing w:before="120"/>
      </w:pPr>
      <w:r>
        <w:t>Eignung</w:t>
      </w:r>
    </w:p>
    <w:p w:rsidR="00480426" w:rsidRDefault="00480426" w:rsidP="006F549E">
      <w:pPr>
        <w:pStyle w:val="berschrift2"/>
      </w:pPr>
      <w:r>
        <w:t>Öffentliche Ausschreibung</w:t>
      </w:r>
    </w:p>
    <w:p w:rsidR="00480426" w:rsidRPr="00C65687" w:rsidRDefault="00480426" w:rsidP="00480426">
      <w:pPr>
        <w:pStyle w:val="Text"/>
      </w:pPr>
      <w:r>
        <w:rPr>
          <w:b/>
        </w:rPr>
        <w:t xml:space="preserve">Präqualifizierte Unternehmen </w:t>
      </w:r>
      <w:r w:rsidRPr="009C5462">
        <w:t>führen den Nachweis der Eignung durch den Eintrag</w:t>
      </w:r>
      <w:r w:rsidRPr="00520D3B">
        <w:t xml:space="preserve"> in d</w:t>
      </w:r>
      <w:r>
        <w:t>ie</w:t>
      </w:r>
      <w:r w:rsidRPr="00520D3B">
        <w:t xml:space="preserve"> Liste des Vereins für die Präqualifikation von Bauunternehmen </w:t>
      </w:r>
      <w:r w:rsidR="00987216">
        <w:t xml:space="preserve">e.V. </w:t>
      </w:r>
      <w:r w:rsidRPr="00520D3B">
        <w:t>(Präqualifikationsverzeichnis)</w:t>
      </w:r>
      <w:r w:rsidR="0033113A">
        <w:t xml:space="preserve"> und ggf. </w:t>
      </w:r>
      <w:r w:rsidR="00B67DE6">
        <w:t>e</w:t>
      </w:r>
      <w:r w:rsidR="00B67DE6">
        <w:t>r</w:t>
      </w:r>
      <w:r w:rsidR="00B67DE6">
        <w:t xml:space="preserve">gänzt </w:t>
      </w:r>
      <w:r w:rsidR="0033113A">
        <w:t xml:space="preserve">durch </w:t>
      </w:r>
      <w:r w:rsidR="00B67DE6">
        <w:t xml:space="preserve">geforderte </w:t>
      </w:r>
      <w:r w:rsidR="0033113A">
        <w:t>auftragsspezifische Einzelnachweise</w:t>
      </w:r>
      <w:r w:rsidRPr="00C65687">
        <w:t xml:space="preserve">. Bei Einsatz von Nachunternehmen ist auf </w:t>
      </w:r>
      <w:r w:rsidR="00B67DE6">
        <w:t xml:space="preserve">gesondertes </w:t>
      </w:r>
      <w:r w:rsidRPr="00C65687">
        <w:t>Verlangen nachzuweisen, dass die</w:t>
      </w:r>
      <w:r w:rsidR="0033113A">
        <w:t>se</w:t>
      </w:r>
      <w:r>
        <w:t xml:space="preserve"> präqualifiziert sind oder die Voraussetzung für die Präqualifikation erfüllen</w:t>
      </w:r>
      <w:r w:rsidR="0033113A">
        <w:t xml:space="preserve">, ggf. ergänzt durch </w:t>
      </w:r>
      <w:r w:rsidR="00B67DE6">
        <w:t xml:space="preserve">geforderte </w:t>
      </w:r>
      <w:r w:rsidR="0033113A">
        <w:t>auftragsspezi</w:t>
      </w:r>
      <w:r w:rsidR="00987216">
        <w:t>fi</w:t>
      </w:r>
      <w:r w:rsidR="0033113A">
        <w:t>sche Einzelnachweise</w:t>
      </w:r>
      <w:r>
        <w:t>.</w:t>
      </w:r>
    </w:p>
    <w:p w:rsidR="00480426" w:rsidRDefault="00480426" w:rsidP="00480426">
      <w:pPr>
        <w:pStyle w:val="Text"/>
      </w:pPr>
      <w:r>
        <w:rPr>
          <w:b/>
        </w:rPr>
        <w:t xml:space="preserve">Nicht präqualifizierte Unternehmen </w:t>
      </w:r>
      <w:r w:rsidRPr="009C5462">
        <w:t xml:space="preserve">haben </w:t>
      </w:r>
      <w:r w:rsidR="007B5D25">
        <w:t>als vorläufigen</w:t>
      </w:r>
      <w:r w:rsidR="007B5D25" w:rsidRPr="009C5462">
        <w:t xml:space="preserve"> </w:t>
      </w:r>
      <w:r w:rsidRPr="009C5462">
        <w:t xml:space="preserve">Nachweis der Eignung mit dem Angebot </w:t>
      </w:r>
      <w:r w:rsidR="00FF34E6">
        <w:t>die</w:t>
      </w:r>
      <w:r w:rsidRPr="009C5462">
        <w:t xml:space="preserve"> ausgefüllte „Eigenerklärung zur Eignung“ vorzulegen</w:t>
      </w:r>
      <w:r w:rsidR="0033113A">
        <w:t xml:space="preserve">, ggf. ergänzt durch </w:t>
      </w:r>
      <w:r w:rsidR="00B67DE6">
        <w:t xml:space="preserve">geforderte </w:t>
      </w:r>
      <w:r w:rsidR="0033113A">
        <w:t>auftragsspezi</w:t>
      </w:r>
      <w:r w:rsidR="008C6F20">
        <w:t>f</w:t>
      </w:r>
      <w:r w:rsidR="008C6F20">
        <w:t>i</w:t>
      </w:r>
      <w:r w:rsidR="0033113A">
        <w:t>sche Einzelnachweise</w:t>
      </w:r>
      <w:r w:rsidRPr="009C5462">
        <w:t>.</w:t>
      </w:r>
      <w:r>
        <w:rPr>
          <w:b/>
        </w:rPr>
        <w:t xml:space="preserve"> </w:t>
      </w:r>
      <w:r>
        <w:t xml:space="preserve">Bei Einsatz von Nachunternehmen sind </w:t>
      </w:r>
      <w:r w:rsidR="00B67DE6">
        <w:t xml:space="preserve">auf gesondertes Verlangen </w:t>
      </w:r>
      <w:r>
        <w:t>die Eige</w:t>
      </w:r>
      <w:r>
        <w:t>n</w:t>
      </w:r>
      <w:r>
        <w:t>erklärungen auch für die</w:t>
      </w:r>
      <w:r w:rsidR="0033113A">
        <w:t>se</w:t>
      </w:r>
      <w:r>
        <w:t xml:space="preserve"> abzugeben</w:t>
      </w:r>
      <w:r w:rsidR="00B67DE6" w:rsidRPr="00B67DE6">
        <w:t xml:space="preserve"> </w:t>
      </w:r>
      <w:r w:rsidR="00B67DE6">
        <w:t>ggf. ergänzt durch geforderte auftragsspezi</w:t>
      </w:r>
      <w:r w:rsidR="008C6F20">
        <w:t>fi</w:t>
      </w:r>
      <w:r w:rsidR="00B67DE6">
        <w:t>sche Einzelnac</w:t>
      </w:r>
      <w:r w:rsidR="00B67DE6">
        <w:t>h</w:t>
      </w:r>
      <w:r w:rsidR="00B67DE6">
        <w:t>weise. Sind</w:t>
      </w:r>
      <w:r>
        <w:t xml:space="preserve"> die Nachunternehme</w:t>
      </w:r>
      <w:r w:rsidR="008E71F0">
        <w:t>n</w:t>
      </w:r>
      <w:r>
        <w:t xml:space="preserve"> präqualifiziert</w:t>
      </w:r>
      <w:r w:rsidR="00B67DE6">
        <w:t>,</w:t>
      </w:r>
      <w:r>
        <w:t xml:space="preserve"> reicht die Angabe der Nummer, unter der die</w:t>
      </w:r>
      <w:r w:rsidR="0033113A">
        <w:t>se</w:t>
      </w:r>
      <w:r>
        <w:t xml:space="preserve"> in der </w:t>
      </w:r>
      <w:r w:rsidRPr="005F4568">
        <w:t xml:space="preserve">Liste des Vereins für die Präqualifikation von Bauunternehmen </w:t>
      </w:r>
      <w:r w:rsidR="00987216">
        <w:t xml:space="preserve">e.V. </w:t>
      </w:r>
      <w:r w:rsidRPr="005F4568">
        <w:t>(Präqualifikationsverzeichnis)</w:t>
      </w:r>
      <w:r w:rsidRPr="005F4568">
        <w:rPr>
          <w:b/>
        </w:rPr>
        <w:t xml:space="preserve"> </w:t>
      </w:r>
      <w:r w:rsidRPr="00224704">
        <w:t>g</w:t>
      </w:r>
      <w:r w:rsidRPr="00224704">
        <w:t>e</w:t>
      </w:r>
      <w:r w:rsidRPr="00224704">
        <w:t>führt werden</w:t>
      </w:r>
      <w:r w:rsidR="00B67DE6" w:rsidRPr="00B67DE6">
        <w:t xml:space="preserve"> </w:t>
      </w:r>
      <w:r w:rsidR="00B67DE6">
        <w:t>ggf. ergänzt durch geforderte auftragsspezi</w:t>
      </w:r>
      <w:r w:rsidR="008C6F20">
        <w:t>fi</w:t>
      </w:r>
      <w:r w:rsidR="00B67DE6">
        <w:t>sche Einzelnachweise</w:t>
      </w:r>
      <w:r>
        <w:t xml:space="preserve">. </w:t>
      </w:r>
    </w:p>
    <w:p w:rsidR="00480426" w:rsidRDefault="00480426" w:rsidP="006F549E">
      <w:pPr>
        <w:pStyle w:val="Text"/>
      </w:pPr>
      <w:r>
        <w:t>Gelangt das Angebot in die engere Wahl, sind die Eigenerklärungen (auch die der</w:t>
      </w:r>
      <w:r w:rsidR="007F2CF8">
        <w:t xml:space="preserve"> </w:t>
      </w:r>
      <w:r w:rsidR="007F2CF8" w:rsidRPr="00B67DE6">
        <w:t>benannten</w:t>
      </w:r>
      <w:r>
        <w:t xml:space="preserve"> Nachu</w:t>
      </w:r>
      <w:r>
        <w:t>n</w:t>
      </w:r>
      <w:r>
        <w:t>ternehme</w:t>
      </w:r>
      <w:r w:rsidR="008E71F0">
        <w:t>n</w:t>
      </w:r>
      <w:r>
        <w:t xml:space="preserve">) </w:t>
      </w:r>
      <w:r w:rsidR="00B67DE6">
        <w:t xml:space="preserve">auf gesondertes Verlangen </w:t>
      </w:r>
      <w:r>
        <w:t>durch Vorlage der in der „Eigenerklärung zur Eignung“ genan</w:t>
      </w:r>
      <w:r>
        <w:t>n</w:t>
      </w:r>
      <w:r>
        <w:t>ten Bescheinigungen zuständiger Stellen zu bestätigen.</w:t>
      </w:r>
      <w:r w:rsidR="00241BC4">
        <w:t xml:space="preserve"> Bescheinigungen, die nicht in deutscher Spr</w:t>
      </w:r>
      <w:r w:rsidR="00241BC4">
        <w:t>a</w:t>
      </w:r>
      <w:r w:rsidR="00241BC4">
        <w:t>che abgefasst sind, ist eine Übersetzung in die deutsche Sprache beizufügen.</w:t>
      </w:r>
    </w:p>
    <w:p w:rsidR="00480426" w:rsidRDefault="00480426" w:rsidP="006F549E">
      <w:pPr>
        <w:pStyle w:val="berschrift2"/>
      </w:pPr>
      <w:bookmarkStart w:id="0" w:name="_GoBack"/>
      <w:r w:rsidRPr="00480426">
        <w:t>Beschränkte Ausschreibungen/Freihändige Vergaben</w:t>
      </w:r>
    </w:p>
    <w:bookmarkEnd w:id="0"/>
    <w:p w:rsidR="00480426" w:rsidRDefault="00480426" w:rsidP="00480426">
      <w:pPr>
        <w:pStyle w:val="Text"/>
      </w:pPr>
      <w:r>
        <w:t xml:space="preserve">Ist der Einsatz von Nachunternehmen vorgesehen, müssen </w:t>
      </w:r>
      <w:r w:rsidRPr="00FF4ACB">
        <w:rPr>
          <w:b/>
        </w:rPr>
        <w:t>präqualifizierte Unternehmen</w:t>
      </w:r>
      <w:r>
        <w:t xml:space="preserve"> </w:t>
      </w:r>
      <w:r w:rsidR="000F53A1">
        <w:t>der eng</w:t>
      </w:r>
      <w:r w:rsidR="000F53A1">
        <w:t>e</w:t>
      </w:r>
      <w:r w:rsidR="000F53A1">
        <w:t xml:space="preserve">ren Wahl </w:t>
      </w:r>
      <w:r>
        <w:t xml:space="preserve">auf </w:t>
      </w:r>
      <w:r w:rsidR="00B67DE6">
        <w:t xml:space="preserve">gesondertes </w:t>
      </w:r>
      <w:r>
        <w:t>Verlangen nachweisen, dass die von ihnen vorgesehenen Nachunte</w:t>
      </w:r>
      <w:r>
        <w:t>r</w:t>
      </w:r>
      <w:r>
        <w:t>nehme</w:t>
      </w:r>
      <w:r w:rsidR="008E71F0">
        <w:t>n</w:t>
      </w:r>
      <w:r>
        <w:t xml:space="preserve"> präqualifiziert sind oder die Voraussetzung für die Präqualifizierung erfüllen</w:t>
      </w:r>
      <w:r w:rsidR="0033113A">
        <w:t xml:space="preserve">, ggf. ergänzt durch </w:t>
      </w:r>
      <w:r w:rsidR="00B67DE6">
        <w:t>gefo</w:t>
      </w:r>
      <w:r w:rsidR="00B67DE6">
        <w:t>r</w:t>
      </w:r>
      <w:r w:rsidR="00B67DE6">
        <w:t xml:space="preserve">derte </w:t>
      </w:r>
      <w:r w:rsidR="0033113A">
        <w:t>auftragsspezi</w:t>
      </w:r>
      <w:r w:rsidR="008C6F20">
        <w:t>fi</w:t>
      </w:r>
      <w:r w:rsidR="0033113A">
        <w:t>sche Einzelnachweise</w:t>
      </w:r>
      <w:r>
        <w:t>.</w:t>
      </w:r>
    </w:p>
    <w:p w:rsidR="00480426" w:rsidRDefault="00480426" w:rsidP="00480426">
      <w:pPr>
        <w:pStyle w:val="Text"/>
      </w:pPr>
      <w:r>
        <w:t xml:space="preserve">Gelangt das Angebot </w:t>
      </w:r>
      <w:r w:rsidRPr="00FF4ACB">
        <w:rPr>
          <w:b/>
        </w:rPr>
        <w:t>nicht präqualifizierter Unternehmen</w:t>
      </w:r>
      <w:r>
        <w:t xml:space="preserve"> in die engere Wahl, sind </w:t>
      </w:r>
      <w:r w:rsidR="0033113A">
        <w:t>auf gesonde</w:t>
      </w:r>
      <w:r w:rsidR="0033113A">
        <w:t>r</w:t>
      </w:r>
      <w:r w:rsidR="0033113A">
        <w:t xml:space="preserve">tes Verlangen </w:t>
      </w:r>
      <w:r w:rsidR="000F53A1">
        <w:t>die</w:t>
      </w:r>
      <w:r>
        <w:t xml:space="preserve"> in der „Eigenerklärung zur Eignung“ genannten Bescheinigungen zuständiger Stellen </w:t>
      </w:r>
      <w:r w:rsidR="00052958" w:rsidRPr="00EF71B5">
        <w:t>vorzulegen</w:t>
      </w:r>
      <w:r>
        <w:t>. Ist der Einsatz von Nachunternehmen vorgesehen, müssen die Eigenerklärungen und B</w:t>
      </w:r>
      <w:r>
        <w:t>e</w:t>
      </w:r>
      <w:r>
        <w:t>scheinigungen auch für die benannten Nachunternehmen vorgelegt bzw. die Nummern angegeben werden, unter denen die</w:t>
      </w:r>
      <w:r w:rsidR="007F2CF8">
        <w:t xml:space="preserve"> </w:t>
      </w:r>
      <w:r w:rsidR="007F2CF8" w:rsidRPr="00B67DE6">
        <w:t>benannten</w:t>
      </w:r>
      <w:r>
        <w:t xml:space="preserve"> Nachunternehmen in der Liste des Vereins für die Präqualifikation von Bauunternehmen </w:t>
      </w:r>
      <w:r w:rsidR="00987216">
        <w:t xml:space="preserve">e.V. </w:t>
      </w:r>
      <w:r>
        <w:t>(Präqualifikationsverzeichnis) geführt werden</w:t>
      </w:r>
      <w:r w:rsidR="000F53A1">
        <w:t>, ggf. e</w:t>
      </w:r>
      <w:r w:rsidR="000F53A1">
        <w:t>r</w:t>
      </w:r>
      <w:r w:rsidR="000F53A1">
        <w:t>gänzt durch geforderte auftragsspezi</w:t>
      </w:r>
      <w:r w:rsidR="008C6F20">
        <w:t>fi</w:t>
      </w:r>
      <w:r w:rsidR="000F53A1">
        <w:t>sche Einzelnachweise</w:t>
      </w:r>
      <w:r>
        <w:t xml:space="preserve">. </w:t>
      </w:r>
      <w:r w:rsidR="00A46ECD">
        <w:t>Bescheinigungen, die nicht in deu</w:t>
      </w:r>
      <w:r w:rsidR="00A46ECD">
        <w:t>t</w:t>
      </w:r>
      <w:r w:rsidR="00A46ECD">
        <w:t>scher Sprache abgefasst sind, ist eine Übersetzung in die deutsche Sprache beizufügen.</w:t>
      </w:r>
    </w:p>
    <w:p w:rsidR="0017602A" w:rsidRPr="0017602A" w:rsidRDefault="00480426" w:rsidP="00377421">
      <w:pPr>
        <w:pStyle w:val="Text"/>
      </w:pPr>
      <w:r>
        <w:t xml:space="preserve">Die Verpflichtung zur Vorlage von Eigenerklärungen und </w:t>
      </w:r>
      <w:r w:rsidR="00CF36EE">
        <w:t xml:space="preserve">Bescheinigungen </w:t>
      </w:r>
      <w:r>
        <w:t xml:space="preserve">entfällt, </w:t>
      </w:r>
      <w:r w:rsidR="008F3CAA">
        <w:t xml:space="preserve">soweit </w:t>
      </w:r>
      <w:r>
        <w:t xml:space="preserve">die Eignung </w:t>
      </w:r>
      <w:r w:rsidR="00CF36EE">
        <w:t>(Bieter und</w:t>
      </w:r>
      <w:r>
        <w:t xml:space="preserve"> benannte Nachunternehmen</w:t>
      </w:r>
      <w:r w:rsidR="00CF36EE">
        <w:t>)</w:t>
      </w:r>
      <w:r>
        <w:t xml:space="preserve"> bereits im Teilnahmewettbewerb nachgewiesen ist.</w:t>
      </w:r>
    </w:p>
    <w:sectPr w:rsidR="0017602A" w:rsidRPr="0017602A" w:rsidSect="003E2CD4">
      <w:headerReference w:type="default" r:id="rId8"/>
      <w:footerReference w:type="default" r:id="rId9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28" w:rsidRDefault="008E1128">
      <w:r>
        <w:separator/>
      </w:r>
    </w:p>
    <w:p w:rsidR="00000000" w:rsidRDefault="00E95568"/>
  </w:endnote>
  <w:endnote w:type="continuationSeparator" w:id="0">
    <w:p w:rsidR="008E1128" w:rsidRDefault="008E1128">
      <w:r>
        <w:continuationSeparator/>
      </w:r>
    </w:p>
    <w:p w:rsidR="00000000" w:rsidRDefault="00E955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8E1128" w:rsidRPr="00D6072E">
      <w:trPr>
        <w:cantSplit/>
        <w:trHeight w:hRule="exact" w:val="397"/>
      </w:trPr>
      <w:tc>
        <w:tcPr>
          <w:tcW w:w="147" w:type="dxa"/>
          <w:vAlign w:val="center"/>
        </w:tcPr>
        <w:p w:rsidR="008E1128" w:rsidRPr="00D6072E" w:rsidRDefault="008E1128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8E1128" w:rsidRPr="00D6072E" w:rsidRDefault="008E1128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13261F96" wp14:editId="38966AAD">
                <wp:extent cx="364490" cy="252730"/>
                <wp:effectExtent l="0" t="0" r="0" b="0"/>
                <wp:docPr id="5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8E1128" w:rsidRPr="00D6072E" w:rsidRDefault="008E1128" w:rsidP="00870913">
          <w:pPr>
            <w:tabs>
              <w:tab w:val="left" w:pos="84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cs="Arial"/>
              <w:b/>
              <w:sz w:val="16"/>
              <w:szCs w:val="16"/>
            </w:rPr>
            <w:t>201</w:t>
          </w:r>
          <w:r w:rsidR="00870913">
            <w:rPr>
              <w:rFonts w:cs="Arial"/>
              <w:b/>
              <w:sz w:val="16"/>
              <w:szCs w:val="16"/>
            </w:rPr>
            <w:t>7</w:t>
          </w:r>
          <w:r w:rsidR="0057399B">
            <w:rPr>
              <w:rFonts w:cs="Arial"/>
              <w:b/>
              <w:sz w:val="16"/>
              <w:szCs w:val="16"/>
            </w:rPr>
            <w:t xml:space="preserve"> - Stand 2019</w:t>
          </w:r>
        </w:p>
      </w:tc>
      <w:tc>
        <w:tcPr>
          <w:tcW w:w="1440" w:type="dxa"/>
          <w:vAlign w:val="center"/>
        </w:tcPr>
        <w:p w:rsidR="008E1128" w:rsidRPr="00D6072E" w:rsidRDefault="008E1128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95568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95568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8E1128" w:rsidRDefault="008E11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28" w:rsidRDefault="008E1128">
      <w:r>
        <w:separator/>
      </w:r>
    </w:p>
    <w:p w:rsidR="00000000" w:rsidRDefault="00E95568"/>
  </w:footnote>
  <w:footnote w:type="continuationSeparator" w:id="0">
    <w:p w:rsidR="008E1128" w:rsidRDefault="008E1128">
      <w:r>
        <w:continuationSeparator/>
      </w:r>
    </w:p>
    <w:p w:rsidR="00000000" w:rsidRDefault="00E955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8" w:rsidRDefault="008E1128">
    <w:pPr>
      <w:pStyle w:val="Kopfzeile"/>
    </w:pPr>
    <w:r>
      <w:t>212</w:t>
    </w:r>
  </w:p>
  <w:p w:rsidR="008E1128" w:rsidRDefault="008E1128" w:rsidP="00E3757B">
    <w:pPr>
      <w:pStyle w:val="UnterKopfzeile"/>
    </w:pPr>
    <w:r>
      <w:t>(Teilnahmebedingungen)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9C90FB4"/>
    <w:multiLevelType w:val="multilevel"/>
    <w:tmpl w:val="1A2EAC1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851"/>
        </w:tabs>
        <w:ind w:left="567" w:hanging="567"/>
      </w:pPr>
      <w:rPr>
        <w:rFonts w:hint="default"/>
      </w:rPr>
    </w:lvl>
  </w:abstractNum>
  <w:abstractNum w:abstractNumId="2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EA7D53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6"/>
  </w:num>
  <w:num w:numId="1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lzwedelC">
    <w15:presenceInfo w15:providerId="None" w15:userId="Salzwedel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VHB2008"/>
  </w:docVars>
  <w:rsids>
    <w:rsidRoot w:val="00A60B22"/>
    <w:rsid w:val="00010C2E"/>
    <w:rsid w:val="000114D3"/>
    <w:rsid w:val="00030D40"/>
    <w:rsid w:val="000332ED"/>
    <w:rsid w:val="00051B9B"/>
    <w:rsid w:val="00052958"/>
    <w:rsid w:val="00057B00"/>
    <w:rsid w:val="0007377C"/>
    <w:rsid w:val="00073C22"/>
    <w:rsid w:val="000B31A6"/>
    <w:rsid w:val="000B7E67"/>
    <w:rsid w:val="000F026E"/>
    <w:rsid w:val="000F53A1"/>
    <w:rsid w:val="00110816"/>
    <w:rsid w:val="0011685C"/>
    <w:rsid w:val="00127C79"/>
    <w:rsid w:val="00130A5E"/>
    <w:rsid w:val="001426F7"/>
    <w:rsid w:val="00163E57"/>
    <w:rsid w:val="0017602A"/>
    <w:rsid w:val="00185BEF"/>
    <w:rsid w:val="001A442F"/>
    <w:rsid w:val="001A6844"/>
    <w:rsid w:val="001C509D"/>
    <w:rsid w:val="001D6573"/>
    <w:rsid w:val="001E1AFE"/>
    <w:rsid w:val="001F4999"/>
    <w:rsid w:val="001F73C0"/>
    <w:rsid w:val="00207F1D"/>
    <w:rsid w:val="00217914"/>
    <w:rsid w:val="002411F1"/>
    <w:rsid w:val="00241BC4"/>
    <w:rsid w:val="002517FD"/>
    <w:rsid w:val="00263542"/>
    <w:rsid w:val="00277B74"/>
    <w:rsid w:val="002A6859"/>
    <w:rsid w:val="002B1425"/>
    <w:rsid w:val="002C403D"/>
    <w:rsid w:val="002C5466"/>
    <w:rsid w:val="002D0786"/>
    <w:rsid w:val="002D705C"/>
    <w:rsid w:val="002F4952"/>
    <w:rsid w:val="003022A2"/>
    <w:rsid w:val="00304567"/>
    <w:rsid w:val="00327698"/>
    <w:rsid w:val="0033113A"/>
    <w:rsid w:val="00331982"/>
    <w:rsid w:val="00333D6D"/>
    <w:rsid w:val="00341382"/>
    <w:rsid w:val="00356D7A"/>
    <w:rsid w:val="00377421"/>
    <w:rsid w:val="003777CC"/>
    <w:rsid w:val="00395FC7"/>
    <w:rsid w:val="003A2502"/>
    <w:rsid w:val="003A36E9"/>
    <w:rsid w:val="003A6118"/>
    <w:rsid w:val="003C18AC"/>
    <w:rsid w:val="003C37D1"/>
    <w:rsid w:val="003D3E99"/>
    <w:rsid w:val="003E2CD4"/>
    <w:rsid w:val="00424038"/>
    <w:rsid w:val="00433C5E"/>
    <w:rsid w:val="00441259"/>
    <w:rsid w:val="0045228F"/>
    <w:rsid w:val="0045726B"/>
    <w:rsid w:val="00457AE3"/>
    <w:rsid w:val="0047055A"/>
    <w:rsid w:val="00480426"/>
    <w:rsid w:val="00480ABD"/>
    <w:rsid w:val="00492429"/>
    <w:rsid w:val="004952B0"/>
    <w:rsid w:val="004A1885"/>
    <w:rsid w:val="004A4A77"/>
    <w:rsid w:val="004C5609"/>
    <w:rsid w:val="004C600E"/>
    <w:rsid w:val="004F257D"/>
    <w:rsid w:val="005248CA"/>
    <w:rsid w:val="005333C9"/>
    <w:rsid w:val="00537ECC"/>
    <w:rsid w:val="00573601"/>
    <w:rsid w:val="0057399B"/>
    <w:rsid w:val="00590D7D"/>
    <w:rsid w:val="00595150"/>
    <w:rsid w:val="005A034F"/>
    <w:rsid w:val="005C41DA"/>
    <w:rsid w:val="005E68E0"/>
    <w:rsid w:val="005E7DE3"/>
    <w:rsid w:val="005F41CD"/>
    <w:rsid w:val="00605DD3"/>
    <w:rsid w:val="00606550"/>
    <w:rsid w:val="00614636"/>
    <w:rsid w:val="00627E41"/>
    <w:rsid w:val="00640260"/>
    <w:rsid w:val="00640A00"/>
    <w:rsid w:val="00640A9E"/>
    <w:rsid w:val="00645F46"/>
    <w:rsid w:val="00671E1B"/>
    <w:rsid w:val="00686EC0"/>
    <w:rsid w:val="006927DF"/>
    <w:rsid w:val="00694EF1"/>
    <w:rsid w:val="006A5AED"/>
    <w:rsid w:val="006B7CF1"/>
    <w:rsid w:val="006C26BD"/>
    <w:rsid w:val="006D403D"/>
    <w:rsid w:val="006D70A3"/>
    <w:rsid w:val="006D7FAF"/>
    <w:rsid w:val="006E1149"/>
    <w:rsid w:val="006F01C9"/>
    <w:rsid w:val="006F549E"/>
    <w:rsid w:val="006F6F6A"/>
    <w:rsid w:val="00702155"/>
    <w:rsid w:val="00734EDE"/>
    <w:rsid w:val="007351BA"/>
    <w:rsid w:val="00747F13"/>
    <w:rsid w:val="00766E10"/>
    <w:rsid w:val="0078021B"/>
    <w:rsid w:val="0078194F"/>
    <w:rsid w:val="00793065"/>
    <w:rsid w:val="007957D0"/>
    <w:rsid w:val="00795E9D"/>
    <w:rsid w:val="007B1997"/>
    <w:rsid w:val="007B5D25"/>
    <w:rsid w:val="007D43D3"/>
    <w:rsid w:val="007F2CF8"/>
    <w:rsid w:val="007F3595"/>
    <w:rsid w:val="00803D67"/>
    <w:rsid w:val="008353C8"/>
    <w:rsid w:val="00843E94"/>
    <w:rsid w:val="00870527"/>
    <w:rsid w:val="00870913"/>
    <w:rsid w:val="00881CCB"/>
    <w:rsid w:val="00882E5F"/>
    <w:rsid w:val="008873BA"/>
    <w:rsid w:val="008B0B9E"/>
    <w:rsid w:val="008B5B24"/>
    <w:rsid w:val="008C6F20"/>
    <w:rsid w:val="008C7DF4"/>
    <w:rsid w:val="008E1128"/>
    <w:rsid w:val="008E71F0"/>
    <w:rsid w:val="008F2F23"/>
    <w:rsid w:val="008F3A93"/>
    <w:rsid w:val="008F3CAA"/>
    <w:rsid w:val="00910F0B"/>
    <w:rsid w:val="00916671"/>
    <w:rsid w:val="009351FD"/>
    <w:rsid w:val="00953639"/>
    <w:rsid w:val="00957990"/>
    <w:rsid w:val="00962412"/>
    <w:rsid w:val="009626DC"/>
    <w:rsid w:val="0097166A"/>
    <w:rsid w:val="00983267"/>
    <w:rsid w:val="00984CFE"/>
    <w:rsid w:val="009853A1"/>
    <w:rsid w:val="00985BB3"/>
    <w:rsid w:val="00987216"/>
    <w:rsid w:val="00992A2C"/>
    <w:rsid w:val="009A4D6C"/>
    <w:rsid w:val="009C14BE"/>
    <w:rsid w:val="009D4197"/>
    <w:rsid w:val="009E7E98"/>
    <w:rsid w:val="009F7DFF"/>
    <w:rsid w:val="00A00872"/>
    <w:rsid w:val="00A2622A"/>
    <w:rsid w:val="00A46ECD"/>
    <w:rsid w:val="00A5084B"/>
    <w:rsid w:val="00A520F8"/>
    <w:rsid w:val="00A60B22"/>
    <w:rsid w:val="00A67D8E"/>
    <w:rsid w:val="00A75824"/>
    <w:rsid w:val="00A85826"/>
    <w:rsid w:val="00A90C84"/>
    <w:rsid w:val="00AA76F8"/>
    <w:rsid w:val="00AB6013"/>
    <w:rsid w:val="00AC2B53"/>
    <w:rsid w:val="00AC56D5"/>
    <w:rsid w:val="00AC77C8"/>
    <w:rsid w:val="00AC7F2D"/>
    <w:rsid w:val="00AD2325"/>
    <w:rsid w:val="00AE2883"/>
    <w:rsid w:val="00AE4AF0"/>
    <w:rsid w:val="00B003C3"/>
    <w:rsid w:val="00B21246"/>
    <w:rsid w:val="00B273F0"/>
    <w:rsid w:val="00B40909"/>
    <w:rsid w:val="00B520A6"/>
    <w:rsid w:val="00B61D2B"/>
    <w:rsid w:val="00B66EDA"/>
    <w:rsid w:val="00B67DE6"/>
    <w:rsid w:val="00B96ADB"/>
    <w:rsid w:val="00BA5E42"/>
    <w:rsid w:val="00BB7A05"/>
    <w:rsid w:val="00BC1AAC"/>
    <w:rsid w:val="00BC4980"/>
    <w:rsid w:val="00BD255A"/>
    <w:rsid w:val="00BE3E3C"/>
    <w:rsid w:val="00C101BF"/>
    <w:rsid w:val="00C13F83"/>
    <w:rsid w:val="00C20C1F"/>
    <w:rsid w:val="00C246AC"/>
    <w:rsid w:val="00C2678D"/>
    <w:rsid w:val="00C450A5"/>
    <w:rsid w:val="00C70F2E"/>
    <w:rsid w:val="00C764C5"/>
    <w:rsid w:val="00C83665"/>
    <w:rsid w:val="00CD54C7"/>
    <w:rsid w:val="00CE7158"/>
    <w:rsid w:val="00CF36EE"/>
    <w:rsid w:val="00D05C74"/>
    <w:rsid w:val="00D10D80"/>
    <w:rsid w:val="00D16747"/>
    <w:rsid w:val="00D273B4"/>
    <w:rsid w:val="00D32A17"/>
    <w:rsid w:val="00D424F4"/>
    <w:rsid w:val="00D6072E"/>
    <w:rsid w:val="00D74856"/>
    <w:rsid w:val="00D75523"/>
    <w:rsid w:val="00D85455"/>
    <w:rsid w:val="00D87786"/>
    <w:rsid w:val="00D91A8E"/>
    <w:rsid w:val="00DA276D"/>
    <w:rsid w:val="00DB032B"/>
    <w:rsid w:val="00DC2EA6"/>
    <w:rsid w:val="00DC4A8C"/>
    <w:rsid w:val="00DC72AD"/>
    <w:rsid w:val="00DC7E08"/>
    <w:rsid w:val="00DE2F64"/>
    <w:rsid w:val="00DF44D7"/>
    <w:rsid w:val="00E02FAA"/>
    <w:rsid w:val="00E030FA"/>
    <w:rsid w:val="00E17355"/>
    <w:rsid w:val="00E20A87"/>
    <w:rsid w:val="00E265B8"/>
    <w:rsid w:val="00E322E9"/>
    <w:rsid w:val="00E324A4"/>
    <w:rsid w:val="00E370D0"/>
    <w:rsid w:val="00E3757B"/>
    <w:rsid w:val="00E54840"/>
    <w:rsid w:val="00E6087B"/>
    <w:rsid w:val="00E8034A"/>
    <w:rsid w:val="00E85EBB"/>
    <w:rsid w:val="00E92281"/>
    <w:rsid w:val="00E95568"/>
    <w:rsid w:val="00EA3135"/>
    <w:rsid w:val="00EB4E04"/>
    <w:rsid w:val="00EC76B1"/>
    <w:rsid w:val="00EC7AED"/>
    <w:rsid w:val="00EC7C63"/>
    <w:rsid w:val="00EE0BBF"/>
    <w:rsid w:val="00EE2820"/>
    <w:rsid w:val="00EE55CD"/>
    <w:rsid w:val="00EF568C"/>
    <w:rsid w:val="00EF71B5"/>
    <w:rsid w:val="00F06A7B"/>
    <w:rsid w:val="00F133C2"/>
    <w:rsid w:val="00F21669"/>
    <w:rsid w:val="00F32C49"/>
    <w:rsid w:val="00F405AF"/>
    <w:rsid w:val="00F507C8"/>
    <w:rsid w:val="00F77CE1"/>
    <w:rsid w:val="00F92020"/>
    <w:rsid w:val="00FA0151"/>
    <w:rsid w:val="00FC0982"/>
    <w:rsid w:val="00FC7C82"/>
    <w:rsid w:val="00FD49AF"/>
    <w:rsid w:val="00FD4C42"/>
    <w:rsid w:val="00FE66AC"/>
    <w:rsid w:val="00FF34E6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EB4E04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qFormat/>
    <w:rsid w:val="006F549E"/>
    <w:pPr>
      <w:numPr>
        <w:ilvl w:val="1"/>
        <w:numId w:val="17"/>
      </w:numPr>
      <w:spacing w:before="120" w:after="60"/>
      <w:outlineLvl w:val="1"/>
    </w:pPr>
    <w:rPr>
      <w:rFonts w:cs="Arial"/>
      <w:bCs/>
      <w:iCs/>
    </w:rPr>
  </w:style>
  <w:style w:type="paragraph" w:styleId="berschrift3">
    <w:name w:val="heading 3"/>
    <w:basedOn w:val="Standard"/>
    <w:next w:val="Standard"/>
    <w:qFormat/>
    <w:rsid w:val="00EB4E04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EB4E04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EB4E04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EB4E04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EB4E04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EB4E04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EB4E04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60B22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link w:val="TextZchn"/>
    <w:rsid w:val="00FD4C42"/>
    <w:pPr>
      <w:spacing w:before="60" w:after="60"/>
      <w:ind w:left="567"/>
      <w:contextualSpacing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customStyle="1" w:styleId="berschrift1Zchn">
    <w:name w:val="Überschrift 1 Zchn"/>
    <w:link w:val="berschrift1"/>
    <w:rsid w:val="00EB4E04"/>
    <w:rPr>
      <w:rFonts w:ascii="Arial" w:hAnsi="Arial" w:cs="Arial"/>
      <w:b/>
      <w:bCs/>
      <w:kern w:val="32"/>
    </w:rPr>
  </w:style>
  <w:style w:type="character" w:customStyle="1" w:styleId="TextZchn">
    <w:name w:val="Text Zchn"/>
    <w:link w:val="Text"/>
    <w:rsid w:val="00FD4C42"/>
    <w:rPr>
      <w:rFonts w:ascii="Arial" w:hAnsi="Arial"/>
    </w:rPr>
  </w:style>
  <w:style w:type="character" w:customStyle="1" w:styleId="berschrift2Zchn">
    <w:name w:val="Überschrift 2 Zchn"/>
    <w:link w:val="berschrift2"/>
    <w:rsid w:val="006F549E"/>
    <w:rPr>
      <w:rFonts w:ascii="Arial" w:hAnsi="Arial" w:cs="Arial"/>
      <w:bCs/>
      <w:iCs/>
    </w:rPr>
  </w:style>
  <w:style w:type="paragraph" w:styleId="Sprechblasentext">
    <w:name w:val="Balloon Text"/>
    <w:basedOn w:val="Standard"/>
    <w:semiHidden/>
    <w:rsid w:val="007F3595"/>
    <w:rPr>
      <w:rFonts w:ascii="Tahoma" w:hAnsi="Tahoma" w:cs="Tahoma"/>
      <w:sz w:val="16"/>
      <w:szCs w:val="16"/>
    </w:rPr>
  </w:style>
  <w:style w:type="paragraph" w:customStyle="1" w:styleId="Formatvorlageberschrift2FettNach4pt">
    <w:name w:val="Formatvorlage Überschrift 2 + Fett Nach:  4 pt"/>
    <w:basedOn w:val="berschrift2"/>
    <w:autoRedefine/>
    <w:rsid w:val="00480426"/>
    <w:pPr>
      <w:spacing w:after="80"/>
    </w:pPr>
    <w:rPr>
      <w:rFonts w:cs="Times New Roman"/>
      <w:i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0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07C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07C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0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07C8"/>
    <w:rPr>
      <w:rFonts w:ascii="Arial" w:hAnsi="Arial"/>
      <w:b/>
      <w:bCs/>
    </w:rPr>
  </w:style>
  <w:style w:type="paragraph" w:customStyle="1" w:styleId="Hochbauteil">
    <w:name w:val="Hochbauteil"/>
    <w:basedOn w:val="Oben"/>
    <w:qFormat/>
    <w:rsid w:val="0017602A"/>
    <w:pPr>
      <w:spacing w:before="480"/>
    </w:pPr>
  </w:style>
  <w:style w:type="paragraph" w:customStyle="1" w:styleId="FormatvorlageAnstrichNach0Pt">
    <w:name w:val="Formatvorlage Anstrich + Nach:  0 Pt."/>
    <w:basedOn w:val="Anstrich"/>
    <w:rsid w:val="00FD4C42"/>
    <w:pPr>
      <w:spacing w:after="0"/>
      <w:ind w:left="737"/>
    </w:pPr>
  </w:style>
  <w:style w:type="paragraph" w:customStyle="1" w:styleId="FormatvorlageTextLinks18cmNach0Pt">
    <w:name w:val="Formatvorlage Text + Links:  18 cm Nach:  0 Pt."/>
    <w:basedOn w:val="Text"/>
    <w:rsid w:val="00FD4C42"/>
    <w:pPr>
      <w:spacing w:after="0"/>
      <w:ind w:left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EB4E04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qFormat/>
    <w:rsid w:val="006F549E"/>
    <w:pPr>
      <w:numPr>
        <w:ilvl w:val="1"/>
        <w:numId w:val="17"/>
      </w:numPr>
      <w:spacing w:before="120" w:after="60"/>
      <w:outlineLvl w:val="1"/>
    </w:pPr>
    <w:rPr>
      <w:rFonts w:cs="Arial"/>
      <w:bCs/>
      <w:iCs/>
    </w:rPr>
  </w:style>
  <w:style w:type="paragraph" w:styleId="berschrift3">
    <w:name w:val="heading 3"/>
    <w:basedOn w:val="Standard"/>
    <w:next w:val="Standard"/>
    <w:qFormat/>
    <w:rsid w:val="00EB4E04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EB4E04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EB4E04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EB4E04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EB4E04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EB4E04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EB4E04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60B22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link w:val="TextZchn"/>
    <w:rsid w:val="00FD4C42"/>
    <w:pPr>
      <w:spacing w:before="60" w:after="60"/>
      <w:ind w:left="567"/>
      <w:contextualSpacing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customStyle="1" w:styleId="berschrift1Zchn">
    <w:name w:val="Überschrift 1 Zchn"/>
    <w:link w:val="berschrift1"/>
    <w:rsid w:val="00EB4E04"/>
    <w:rPr>
      <w:rFonts w:ascii="Arial" w:hAnsi="Arial" w:cs="Arial"/>
      <w:b/>
      <w:bCs/>
      <w:kern w:val="32"/>
    </w:rPr>
  </w:style>
  <w:style w:type="character" w:customStyle="1" w:styleId="TextZchn">
    <w:name w:val="Text Zchn"/>
    <w:link w:val="Text"/>
    <w:rsid w:val="00FD4C42"/>
    <w:rPr>
      <w:rFonts w:ascii="Arial" w:hAnsi="Arial"/>
    </w:rPr>
  </w:style>
  <w:style w:type="character" w:customStyle="1" w:styleId="berschrift2Zchn">
    <w:name w:val="Überschrift 2 Zchn"/>
    <w:link w:val="berschrift2"/>
    <w:rsid w:val="006F549E"/>
    <w:rPr>
      <w:rFonts w:ascii="Arial" w:hAnsi="Arial" w:cs="Arial"/>
      <w:bCs/>
      <w:iCs/>
    </w:rPr>
  </w:style>
  <w:style w:type="paragraph" w:styleId="Sprechblasentext">
    <w:name w:val="Balloon Text"/>
    <w:basedOn w:val="Standard"/>
    <w:semiHidden/>
    <w:rsid w:val="007F3595"/>
    <w:rPr>
      <w:rFonts w:ascii="Tahoma" w:hAnsi="Tahoma" w:cs="Tahoma"/>
      <w:sz w:val="16"/>
      <w:szCs w:val="16"/>
    </w:rPr>
  </w:style>
  <w:style w:type="paragraph" w:customStyle="1" w:styleId="Formatvorlageberschrift2FettNach4pt">
    <w:name w:val="Formatvorlage Überschrift 2 + Fett Nach:  4 pt"/>
    <w:basedOn w:val="berschrift2"/>
    <w:autoRedefine/>
    <w:rsid w:val="00480426"/>
    <w:pPr>
      <w:spacing w:after="80"/>
    </w:pPr>
    <w:rPr>
      <w:rFonts w:cs="Times New Roman"/>
      <w:i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0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07C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07C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0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07C8"/>
    <w:rPr>
      <w:rFonts w:ascii="Arial" w:hAnsi="Arial"/>
      <w:b/>
      <w:bCs/>
    </w:rPr>
  </w:style>
  <w:style w:type="paragraph" w:customStyle="1" w:styleId="Hochbauteil">
    <w:name w:val="Hochbauteil"/>
    <w:basedOn w:val="Oben"/>
    <w:qFormat/>
    <w:rsid w:val="0017602A"/>
    <w:pPr>
      <w:spacing w:before="480"/>
    </w:pPr>
  </w:style>
  <w:style w:type="paragraph" w:customStyle="1" w:styleId="FormatvorlageAnstrichNach0Pt">
    <w:name w:val="Formatvorlage Anstrich + Nach:  0 Pt."/>
    <w:basedOn w:val="Anstrich"/>
    <w:rsid w:val="00FD4C42"/>
    <w:pPr>
      <w:spacing w:after="0"/>
      <w:ind w:left="737"/>
    </w:pPr>
  </w:style>
  <w:style w:type="paragraph" w:customStyle="1" w:styleId="FormatvorlageTextLinks18cmNach0Pt">
    <w:name w:val="Formatvorlage Text + Links:  18 cm Nach:  0 Pt."/>
    <w:basedOn w:val="Text"/>
    <w:rsid w:val="00FD4C42"/>
    <w:pPr>
      <w:spacing w:after="0"/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2</Pages>
  <Words>946</Words>
  <Characters>6893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Teilnahmebedingungen</vt:lpstr>
    </vt:vector>
  </TitlesOfParts>
  <Company>BBR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Teilnahmebedingungen</dc:title>
  <dc:subject>Bewerbungsbedingungen national</dc:subject>
  <dc:creator>Dorothea Fenner</dc:creator>
  <cp:lastModifiedBy>Salzwedel, Christine</cp:lastModifiedBy>
  <cp:revision>2</cp:revision>
  <cp:lastPrinted>2016-02-18T07:32:00Z</cp:lastPrinted>
  <dcterms:created xsi:type="dcterms:W3CDTF">2019-04-29T13:40:00Z</dcterms:created>
  <dcterms:modified xsi:type="dcterms:W3CDTF">2019-04-29T13:40:00Z</dcterms:modified>
</cp:coreProperties>
</file>